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0714" w:rsidRPr="000F0714" w:rsidRDefault="000F0714" w:rsidP="000F0714">
      <w:pPr>
        <w:pStyle w:val="a7"/>
        <w:jc w:val="center"/>
      </w:pPr>
      <w:r w:rsidRPr="000F0714">
        <w:t xml:space="preserve">Сводная ведомость результатов </w:t>
      </w:r>
      <w:r w:rsidR="004654AF" w:rsidRPr="004654AF">
        <w:t xml:space="preserve">проведения </w:t>
      </w:r>
      <w:r w:rsidRPr="000F0714">
        <w:t>специальной оценки условий труда</w:t>
      </w:r>
    </w:p>
    <w:p w:rsidR="00B3448B" w:rsidRPr="00642E12" w:rsidRDefault="00B3448B" w:rsidP="00B3448B"/>
    <w:p w:rsidR="00B3448B" w:rsidRPr="00710271" w:rsidRDefault="00B3448B" w:rsidP="00B3448B">
      <w:r w:rsidRPr="00710271">
        <w:t xml:space="preserve">Наименование </w:t>
      </w:r>
      <w:r>
        <w:t>организации</w:t>
      </w:r>
      <w:r w:rsidRPr="00710271">
        <w:t>:</w:t>
      </w:r>
      <w:r w:rsidRPr="00883461">
        <w:rPr>
          <w:rStyle w:val="a9"/>
        </w:rPr>
        <w:t xml:space="preserve"> </w:t>
      </w:r>
      <w:r w:rsidRPr="00883461">
        <w:rPr>
          <w:rStyle w:val="a9"/>
        </w:rPr>
        <w:fldChar w:fldCharType="begin"/>
      </w:r>
      <w:r w:rsidRPr="00883461">
        <w:rPr>
          <w:rStyle w:val="a9"/>
        </w:rPr>
        <w:instrText xml:space="preserve"> DOCVARIABLE </w:instrText>
      </w:r>
      <w:r w:rsidR="00EA3306">
        <w:rPr>
          <w:rStyle w:val="a9"/>
          <w:lang w:val="en-US"/>
        </w:rPr>
        <w:instrText>ceh</w:instrText>
      </w:r>
      <w:r w:rsidR="00EA3306" w:rsidRPr="00A732E1">
        <w:rPr>
          <w:rStyle w:val="a9"/>
        </w:rPr>
        <w:instrText>_</w:instrText>
      </w:r>
      <w:r w:rsidR="00EA3306">
        <w:rPr>
          <w:rStyle w:val="a9"/>
          <w:lang w:val="en-US"/>
        </w:rPr>
        <w:instrText>info</w:instrText>
      </w:r>
      <w:r w:rsidRPr="00883461">
        <w:rPr>
          <w:rStyle w:val="a9"/>
        </w:rPr>
        <w:instrText xml:space="preserve"> \* MERGEFORMAT </w:instrText>
      </w:r>
      <w:r w:rsidRPr="00883461">
        <w:rPr>
          <w:rStyle w:val="a9"/>
        </w:rPr>
        <w:fldChar w:fldCharType="separate"/>
      </w:r>
      <w:r w:rsidR="00A732E1" w:rsidRPr="00A732E1">
        <w:rPr>
          <w:rStyle w:val="a9"/>
        </w:rPr>
        <w:t>Общество с ограниченной ответственностью «ЛГ Электроникс РУС»</w:t>
      </w:r>
      <w:r w:rsidRPr="00883461">
        <w:rPr>
          <w:rStyle w:val="a9"/>
        </w:rPr>
        <w:fldChar w:fldCharType="end"/>
      </w:r>
      <w:r w:rsidRPr="00883461">
        <w:rPr>
          <w:rStyle w:val="a9"/>
        </w:rPr>
        <w:t> </w:t>
      </w:r>
    </w:p>
    <w:p w:rsidR="00F06873" w:rsidRPr="00F06873" w:rsidRDefault="00F06873" w:rsidP="004654AF">
      <w:pPr>
        <w:suppressAutoHyphens/>
        <w:jc w:val="right"/>
      </w:pPr>
      <w:r w:rsidRPr="00F06873">
        <w:t>Таблица 1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8"/>
        <w:gridCol w:w="843"/>
        <w:gridCol w:w="3118"/>
        <w:gridCol w:w="1063"/>
        <w:gridCol w:w="1064"/>
        <w:gridCol w:w="1169"/>
        <w:gridCol w:w="1169"/>
        <w:gridCol w:w="1169"/>
        <w:gridCol w:w="1170"/>
        <w:gridCol w:w="1069"/>
      </w:tblGrid>
      <w:tr w:rsidR="004654AF" w:rsidRPr="00F06873" w:rsidTr="004654AF">
        <w:trPr>
          <w:trHeight w:val="475"/>
          <w:jc w:val="center"/>
        </w:trPr>
        <w:tc>
          <w:tcPr>
            <w:tcW w:w="3518" w:type="dxa"/>
            <w:vMerge w:val="restart"/>
            <w:vAlign w:val="center"/>
          </w:tcPr>
          <w:p w:rsidR="004654AF" w:rsidRPr="00F06873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0" w:name="table1"/>
            <w:bookmarkEnd w:id="0"/>
            <w:r w:rsidRPr="00F06873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</w:tc>
        <w:tc>
          <w:tcPr>
            <w:tcW w:w="3961" w:type="dxa"/>
            <w:gridSpan w:val="2"/>
            <w:vMerge w:val="restart"/>
            <w:vAlign w:val="center"/>
          </w:tcPr>
          <w:p w:rsidR="004654AF" w:rsidRPr="004654AF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работников, занятых на этих рабочих местах</w:t>
            </w:r>
          </w:p>
          <w:p w:rsidR="004654AF" w:rsidRPr="00F06873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73" w:type="dxa"/>
            <w:gridSpan w:val="7"/>
            <w:vAlign w:val="center"/>
          </w:tcPr>
          <w:p w:rsidR="004654AF" w:rsidRPr="00F06873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занятых на них работников по классам (подклассам) условий труда из числа рабочих мест, указанных в графе 3 (единиц)</w:t>
            </w:r>
          </w:p>
        </w:tc>
      </w:tr>
      <w:tr w:rsidR="004654AF" w:rsidRPr="00F06873" w:rsidTr="004654AF">
        <w:trPr>
          <w:trHeight w:val="339"/>
          <w:jc w:val="center"/>
        </w:trPr>
        <w:tc>
          <w:tcPr>
            <w:tcW w:w="3518" w:type="dxa"/>
            <w:vMerge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1" w:type="dxa"/>
            <w:gridSpan w:val="2"/>
            <w:vMerge/>
            <w:vAlign w:val="center"/>
          </w:tcPr>
          <w:p w:rsidR="004654AF" w:rsidRPr="00F06873" w:rsidRDefault="004654A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3" w:type="dxa"/>
            <w:vMerge w:val="restart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1</w:t>
            </w:r>
          </w:p>
        </w:tc>
        <w:tc>
          <w:tcPr>
            <w:tcW w:w="1064" w:type="dxa"/>
            <w:vMerge w:val="restart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2</w:t>
            </w:r>
          </w:p>
        </w:tc>
        <w:tc>
          <w:tcPr>
            <w:tcW w:w="4677" w:type="dxa"/>
            <w:gridSpan w:val="4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3</w:t>
            </w:r>
          </w:p>
        </w:tc>
        <w:tc>
          <w:tcPr>
            <w:tcW w:w="1069" w:type="dxa"/>
            <w:vMerge w:val="restart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4</w:t>
            </w:r>
          </w:p>
        </w:tc>
      </w:tr>
      <w:tr w:rsidR="00AF1EDF" w:rsidRPr="00F06873" w:rsidTr="004654AF">
        <w:trPr>
          <w:trHeight w:val="313"/>
          <w:jc w:val="center"/>
        </w:trPr>
        <w:tc>
          <w:tcPr>
            <w:tcW w:w="3518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3" w:type="dxa"/>
            <w:vAlign w:val="center"/>
          </w:tcPr>
          <w:p w:rsidR="00AF1EDF" w:rsidRPr="004654AF" w:rsidRDefault="004654AF" w:rsidP="004654A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3118" w:type="dxa"/>
            <w:vAlign w:val="center"/>
          </w:tcPr>
          <w:p w:rsidR="00AF1EDF" w:rsidRPr="004654AF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 xml:space="preserve">в том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числе </w:t>
            </w:r>
            <w:r w:rsidRPr="004654AF">
              <w:rPr>
                <w:rFonts w:ascii="Times New Roman" w:hAnsi="Times New Roman"/>
                <w:sz w:val="20"/>
                <w:szCs w:val="20"/>
              </w:rPr>
              <w:t>на которых проведена специальная оценка условий труда</w:t>
            </w:r>
          </w:p>
        </w:tc>
        <w:tc>
          <w:tcPr>
            <w:tcW w:w="1063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4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3.1</w:t>
            </w:r>
          </w:p>
        </w:tc>
        <w:tc>
          <w:tcPr>
            <w:tcW w:w="1169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3.2</w:t>
            </w:r>
          </w:p>
        </w:tc>
        <w:tc>
          <w:tcPr>
            <w:tcW w:w="1169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3.3</w:t>
            </w:r>
          </w:p>
        </w:tc>
        <w:tc>
          <w:tcPr>
            <w:tcW w:w="1170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3.4.</w:t>
            </w:r>
          </w:p>
        </w:tc>
        <w:tc>
          <w:tcPr>
            <w:tcW w:w="1069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43" w:type="dxa"/>
            <w:vAlign w:val="center"/>
          </w:tcPr>
          <w:p w:rsidR="00AF1EDF" w:rsidRPr="00F06873" w:rsidRDefault="00AF1ED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118" w:type="dxa"/>
            <w:vAlign w:val="center"/>
          </w:tcPr>
          <w:p w:rsidR="00AF1EDF" w:rsidRPr="00F06873" w:rsidRDefault="004654A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63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64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70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0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1" w:name="pos1"/>
            <w:bookmarkEnd w:id="1"/>
            <w:r w:rsidRPr="00F06873">
              <w:rPr>
                <w:rFonts w:ascii="Times New Roman" w:hAnsi="Times New Roman"/>
                <w:sz w:val="20"/>
                <w:szCs w:val="20"/>
              </w:rPr>
              <w:t>Рабочие места (ед.)</w:t>
            </w:r>
          </w:p>
        </w:tc>
        <w:tc>
          <w:tcPr>
            <w:tcW w:w="843" w:type="dxa"/>
            <w:vAlign w:val="center"/>
          </w:tcPr>
          <w:p w:rsidR="00AF1EDF" w:rsidRPr="00F06873" w:rsidRDefault="00337FE1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142</w:t>
            </w:r>
          </w:p>
        </w:tc>
        <w:tc>
          <w:tcPr>
            <w:tcW w:w="3118" w:type="dxa"/>
            <w:vAlign w:val="center"/>
          </w:tcPr>
          <w:p w:rsidR="00AF1EDF" w:rsidRPr="00F06873" w:rsidRDefault="00A732E1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142</w:t>
            </w:r>
          </w:p>
        </w:tc>
        <w:tc>
          <w:tcPr>
            <w:tcW w:w="1063" w:type="dxa"/>
            <w:vAlign w:val="center"/>
          </w:tcPr>
          <w:p w:rsidR="00AF1EDF" w:rsidRPr="00F06873" w:rsidRDefault="00A732E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A732E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84</w:t>
            </w:r>
          </w:p>
        </w:tc>
        <w:tc>
          <w:tcPr>
            <w:tcW w:w="1169" w:type="dxa"/>
            <w:vAlign w:val="center"/>
          </w:tcPr>
          <w:p w:rsidR="00AF1EDF" w:rsidRPr="00F06873" w:rsidRDefault="00A732E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69" w:type="dxa"/>
            <w:vAlign w:val="center"/>
          </w:tcPr>
          <w:p w:rsidR="00AF1EDF" w:rsidRPr="00F06873" w:rsidRDefault="00A732E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</w:t>
            </w:r>
          </w:p>
        </w:tc>
        <w:tc>
          <w:tcPr>
            <w:tcW w:w="1169" w:type="dxa"/>
            <w:vAlign w:val="center"/>
          </w:tcPr>
          <w:p w:rsidR="00AF1EDF" w:rsidRPr="00F06873" w:rsidRDefault="00A732E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A732E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A732E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2" w:name="pos2"/>
            <w:bookmarkEnd w:id="2"/>
            <w:r w:rsidRPr="00F06873">
              <w:rPr>
                <w:rFonts w:ascii="Times New Roman" w:hAnsi="Times New Roman"/>
                <w:sz w:val="20"/>
                <w:szCs w:val="20"/>
              </w:rPr>
              <w:t>Работники, занятые на рабочих местах (чел.)</w:t>
            </w:r>
          </w:p>
        </w:tc>
        <w:tc>
          <w:tcPr>
            <w:tcW w:w="843" w:type="dxa"/>
            <w:vAlign w:val="center"/>
          </w:tcPr>
          <w:p w:rsidR="00AF1EDF" w:rsidRPr="00F06873" w:rsidRDefault="00337FE1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142</w:t>
            </w:r>
          </w:p>
        </w:tc>
        <w:tc>
          <w:tcPr>
            <w:tcW w:w="3118" w:type="dxa"/>
            <w:vAlign w:val="center"/>
          </w:tcPr>
          <w:p w:rsidR="00AF1EDF" w:rsidRPr="00F06873" w:rsidRDefault="00A732E1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142</w:t>
            </w:r>
          </w:p>
        </w:tc>
        <w:tc>
          <w:tcPr>
            <w:tcW w:w="1063" w:type="dxa"/>
            <w:vAlign w:val="center"/>
          </w:tcPr>
          <w:p w:rsidR="00AF1EDF" w:rsidRPr="00F06873" w:rsidRDefault="00A732E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A732E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84</w:t>
            </w:r>
          </w:p>
        </w:tc>
        <w:tc>
          <w:tcPr>
            <w:tcW w:w="1169" w:type="dxa"/>
            <w:vAlign w:val="center"/>
          </w:tcPr>
          <w:p w:rsidR="00AF1EDF" w:rsidRPr="00F06873" w:rsidRDefault="00A732E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69" w:type="dxa"/>
            <w:vAlign w:val="center"/>
          </w:tcPr>
          <w:p w:rsidR="00AF1EDF" w:rsidRPr="00F06873" w:rsidRDefault="00A732E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</w:t>
            </w:r>
          </w:p>
        </w:tc>
        <w:tc>
          <w:tcPr>
            <w:tcW w:w="1169" w:type="dxa"/>
            <w:vAlign w:val="center"/>
          </w:tcPr>
          <w:p w:rsidR="00AF1EDF" w:rsidRPr="00F06873" w:rsidRDefault="00A732E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A732E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A732E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3" w:name="pos3"/>
            <w:bookmarkEnd w:id="3"/>
            <w:r w:rsidRPr="00F06873">
              <w:rPr>
                <w:rFonts w:ascii="Times New Roman" w:hAnsi="Times New Roman"/>
                <w:sz w:val="20"/>
                <w:szCs w:val="20"/>
              </w:rPr>
              <w:t>из них женщин</w:t>
            </w:r>
          </w:p>
        </w:tc>
        <w:tc>
          <w:tcPr>
            <w:tcW w:w="843" w:type="dxa"/>
            <w:vAlign w:val="center"/>
          </w:tcPr>
          <w:p w:rsidR="00AF1EDF" w:rsidRPr="00F06873" w:rsidRDefault="00337FE1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3118" w:type="dxa"/>
            <w:vAlign w:val="center"/>
          </w:tcPr>
          <w:p w:rsidR="00AF1EDF" w:rsidRPr="00F06873" w:rsidRDefault="00A732E1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1063" w:type="dxa"/>
            <w:vAlign w:val="center"/>
          </w:tcPr>
          <w:p w:rsidR="00AF1EDF" w:rsidRPr="00F06873" w:rsidRDefault="00A732E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A732E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1169" w:type="dxa"/>
            <w:vAlign w:val="center"/>
          </w:tcPr>
          <w:p w:rsidR="00AF1EDF" w:rsidRPr="00F06873" w:rsidRDefault="00A732E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A732E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1169" w:type="dxa"/>
            <w:vAlign w:val="center"/>
          </w:tcPr>
          <w:p w:rsidR="00AF1EDF" w:rsidRPr="00F06873" w:rsidRDefault="00A732E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A732E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A732E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4" w:name="pos4"/>
            <w:bookmarkEnd w:id="4"/>
            <w:r w:rsidRPr="00F06873">
              <w:rPr>
                <w:rFonts w:ascii="Times New Roman" w:hAnsi="Times New Roman"/>
                <w:sz w:val="20"/>
                <w:szCs w:val="20"/>
              </w:rPr>
              <w:t>из них лиц в возрасте до 18 лет</w:t>
            </w:r>
          </w:p>
        </w:tc>
        <w:tc>
          <w:tcPr>
            <w:tcW w:w="843" w:type="dxa"/>
            <w:vAlign w:val="center"/>
          </w:tcPr>
          <w:p w:rsidR="00AF1EDF" w:rsidRPr="00F06873" w:rsidRDefault="00A732E1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18" w:type="dxa"/>
            <w:vAlign w:val="center"/>
          </w:tcPr>
          <w:p w:rsidR="00AF1EDF" w:rsidRPr="00F06873" w:rsidRDefault="00A732E1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AF1EDF" w:rsidRPr="00F06873" w:rsidRDefault="00A732E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A732E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A732E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A732E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A732E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A732E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A732E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5" w:name="pos5"/>
            <w:bookmarkEnd w:id="5"/>
            <w:r>
              <w:rPr>
                <w:rFonts w:ascii="Times New Roman" w:hAnsi="Times New Roman"/>
                <w:sz w:val="20"/>
                <w:szCs w:val="20"/>
              </w:rPr>
              <w:t>из них инвалидов</w:t>
            </w:r>
          </w:p>
        </w:tc>
        <w:tc>
          <w:tcPr>
            <w:tcW w:w="843" w:type="dxa"/>
            <w:vAlign w:val="center"/>
          </w:tcPr>
          <w:p w:rsidR="00AF1EDF" w:rsidRPr="00F06873" w:rsidRDefault="00337FE1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118" w:type="dxa"/>
            <w:vAlign w:val="center"/>
          </w:tcPr>
          <w:p w:rsidR="00AF1EDF" w:rsidRPr="00F06873" w:rsidRDefault="00A732E1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3" w:type="dxa"/>
            <w:vAlign w:val="center"/>
          </w:tcPr>
          <w:p w:rsidR="00AF1EDF" w:rsidRPr="00F06873" w:rsidRDefault="00A732E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A732E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69" w:type="dxa"/>
            <w:vAlign w:val="center"/>
          </w:tcPr>
          <w:p w:rsidR="00AF1EDF" w:rsidRPr="00F06873" w:rsidRDefault="00A732E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A732E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A732E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A732E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A732E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F06873" w:rsidRDefault="00F06873" w:rsidP="00F06873">
      <w:pPr>
        <w:pStyle w:val="a6"/>
        <w:jc w:val="both"/>
        <w:rPr>
          <w:rFonts w:ascii="Times New Roman" w:hAnsi="Times New Roman"/>
          <w:b/>
          <w:sz w:val="28"/>
          <w:szCs w:val="28"/>
        </w:rPr>
      </w:pPr>
    </w:p>
    <w:p w:rsidR="00A732E1" w:rsidRDefault="00F06873" w:rsidP="00A732E1">
      <w:pPr>
        <w:jc w:val="right"/>
        <w:rPr>
          <w:sz w:val="20"/>
        </w:rPr>
      </w:pPr>
      <w:r w:rsidRPr="00F06873">
        <w:t>Таблица 2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493"/>
        <w:gridCol w:w="3046"/>
        <w:gridCol w:w="340"/>
        <w:gridCol w:w="340"/>
        <w:gridCol w:w="474"/>
        <w:gridCol w:w="375"/>
        <w:gridCol w:w="340"/>
        <w:gridCol w:w="439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635"/>
        <w:gridCol w:w="636"/>
        <w:gridCol w:w="636"/>
        <w:gridCol w:w="636"/>
        <w:gridCol w:w="636"/>
        <w:gridCol w:w="483"/>
        <w:gridCol w:w="439"/>
      </w:tblGrid>
      <w:tr w:rsidR="00A732E1">
        <w:trPr>
          <w:divId w:val="1036001033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Индивидуальный номер рабочего места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Профессия/должность/специальность работника</w:t>
            </w:r>
          </w:p>
        </w:tc>
        <w:tc>
          <w:tcPr>
            <w:tcW w:w="0" w:type="auto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Классы (подклассы) условий труда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vAlign w:val="center"/>
            <w:hideMark/>
          </w:tcPr>
          <w:p w:rsidR="00A732E1" w:rsidRDefault="00A732E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Итоговый класс (подкласс) условий труда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vAlign w:val="center"/>
            <w:hideMark/>
          </w:tcPr>
          <w:p w:rsidR="00A732E1" w:rsidRDefault="00A732E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Итоговый класс (подкласс) условий труда с учетом эффективного применения СИЗ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vAlign w:val="center"/>
            <w:hideMark/>
          </w:tcPr>
          <w:p w:rsidR="00A732E1" w:rsidRDefault="00A732E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Повышенный размер оплаты труда (да,нет)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vAlign w:val="center"/>
            <w:hideMark/>
          </w:tcPr>
          <w:p w:rsidR="00A732E1" w:rsidRDefault="00A732E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Ежегодный дополнительный оплачиваемый отпуск (да/нет)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vAlign w:val="center"/>
            <w:hideMark/>
          </w:tcPr>
          <w:p w:rsidR="00A732E1" w:rsidRDefault="00A732E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Сокращенная продолжительность рабочего времени (да/нет)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vAlign w:val="center"/>
            <w:hideMark/>
          </w:tcPr>
          <w:p w:rsidR="00A732E1" w:rsidRDefault="00A732E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Молоко или другие равноценные пищевые продукты (да/нет)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vAlign w:val="center"/>
            <w:hideMark/>
          </w:tcPr>
          <w:p w:rsidR="00A732E1" w:rsidRDefault="00A732E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Лечебно-профилактическое питание (да/нет)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vAlign w:val="center"/>
            <w:hideMark/>
          </w:tcPr>
          <w:p w:rsidR="00A732E1" w:rsidRDefault="00A732E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Право на досрочное назначение страховой пенсии (да/нет) </w:t>
            </w:r>
          </w:p>
        </w:tc>
      </w:tr>
      <w:tr w:rsidR="00A732E1">
        <w:trPr>
          <w:divId w:val="1036001033"/>
          <w:trHeight w:val="220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vAlign w:val="center"/>
            <w:hideMark/>
          </w:tcPr>
          <w:p w:rsidR="00A732E1" w:rsidRDefault="00A732E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Химический фактор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vAlign w:val="center"/>
            <w:hideMark/>
          </w:tcPr>
          <w:p w:rsidR="00A732E1" w:rsidRDefault="00A732E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Биологический фактор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vAlign w:val="center"/>
            <w:hideMark/>
          </w:tcPr>
          <w:p w:rsidR="00A732E1" w:rsidRDefault="00A732E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Аэрозоли преимущественно фиброгенного действия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vAlign w:val="center"/>
            <w:hideMark/>
          </w:tcPr>
          <w:p w:rsidR="00A732E1" w:rsidRDefault="00A732E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Шум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vAlign w:val="center"/>
            <w:hideMark/>
          </w:tcPr>
          <w:p w:rsidR="00A732E1" w:rsidRDefault="00A732E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Инфразвук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vAlign w:val="center"/>
            <w:hideMark/>
          </w:tcPr>
          <w:p w:rsidR="00A732E1" w:rsidRDefault="00A732E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Ультразвук воздушный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vAlign w:val="center"/>
            <w:hideMark/>
          </w:tcPr>
          <w:p w:rsidR="00A732E1" w:rsidRDefault="00A732E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Вибрация общая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vAlign w:val="center"/>
            <w:hideMark/>
          </w:tcPr>
          <w:p w:rsidR="00A732E1" w:rsidRDefault="00A732E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Вибрация локальная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vAlign w:val="center"/>
            <w:hideMark/>
          </w:tcPr>
          <w:p w:rsidR="00A732E1" w:rsidRDefault="00A732E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Неионизирующие излучения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vAlign w:val="center"/>
            <w:hideMark/>
          </w:tcPr>
          <w:p w:rsidR="00A732E1" w:rsidRDefault="00A732E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Ионизирующие излучения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vAlign w:val="center"/>
            <w:hideMark/>
          </w:tcPr>
          <w:p w:rsidR="00A732E1" w:rsidRDefault="00A732E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Параметры микроклимата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vAlign w:val="center"/>
            <w:hideMark/>
          </w:tcPr>
          <w:p w:rsidR="00A732E1" w:rsidRDefault="00A732E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Параметры световой среды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vAlign w:val="center"/>
            <w:hideMark/>
          </w:tcPr>
          <w:p w:rsidR="00A732E1" w:rsidRDefault="00A732E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vAlign w:val="center"/>
            <w:hideMark/>
          </w:tcPr>
          <w:p w:rsidR="00A732E1" w:rsidRDefault="00A732E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Напряженность трудового процесса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rPr>
                <w:sz w:val="16"/>
                <w:szCs w:val="16"/>
              </w:rPr>
            </w:pPr>
          </w:p>
        </w:tc>
      </w:tr>
      <w:tr w:rsidR="00A732E1">
        <w:trPr>
          <w:divId w:val="1036001033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</w:p>
        </w:tc>
      </w:tr>
      <w:tr w:rsidR="00A732E1">
        <w:trPr>
          <w:divId w:val="1036001033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Генеральный директор</w:t>
            </w:r>
          </w:p>
        </w:tc>
      </w:tr>
      <w:tr w:rsidR="00A732E1">
        <w:trPr>
          <w:divId w:val="103600103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Генеральный директор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A732E1">
        <w:trPr>
          <w:divId w:val="1036001033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Департамент бухгалтерии</w:t>
            </w:r>
          </w:p>
        </w:tc>
      </w:tr>
      <w:tr w:rsidR="00A732E1">
        <w:trPr>
          <w:divId w:val="103600103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бухгалтер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A732E1">
        <w:trPr>
          <w:divId w:val="1036001033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Департамент по производству стиральных машин</w:t>
            </w:r>
          </w:p>
        </w:tc>
      </w:tr>
      <w:tr w:rsidR="00A732E1">
        <w:trPr>
          <w:divId w:val="103600103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Директор по производству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A732E1">
        <w:trPr>
          <w:divId w:val="1036001033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Департамент по производству телевизоров и мониторов</w:t>
            </w:r>
          </w:p>
        </w:tc>
      </w:tr>
      <w:tr w:rsidR="00A732E1">
        <w:trPr>
          <w:divId w:val="103600103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Директор по производству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A732E1">
        <w:trPr>
          <w:divId w:val="1036001033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Департамент по производству холодильников </w:t>
            </w:r>
          </w:p>
        </w:tc>
      </w:tr>
      <w:tr w:rsidR="00A732E1">
        <w:trPr>
          <w:divId w:val="103600103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Директор по производству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A732E1">
        <w:trPr>
          <w:divId w:val="1036001033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Конструкторский отдел по стиральным машинам</w:t>
            </w:r>
          </w:p>
        </w:tc>
      </w:tr>
      <w:tr w:rsidR="00A732E1">
        <w:trPr>
          <w:divId w:val="1036001033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Сектор обеспечения качества разработок </w:t>
            </w:r>
          </w:p>
        </w:tc>
      </w:tr>
      <w:tr w:rsidR="00A732E1">
        <w:trPr>
          <w:divId w:val="103600103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инженер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A732E1">
        <w:trPr>
          <w:divId w:val="1036001033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Сектор функциональных разработок </w:t>
            </w:r>
          </w:p>
        </w:tc>
      </w:tr>
      <w:tr w:rsidR="00A732E1">
        <w:trPr>
          <w:divId w:val="103600103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инженер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A732E1">
        <w:trPr>
          <w:divId w:val="1036001033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Конструкторский отдел по телевизорам и мониторам</w:t>
            </w:r>
          </w:p>
        </w:tc>
      </w:tr>
      <w:tr w:rsidR="00A732E1">
        <w:trPr>
          <w:divId w:val="1036001033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Сектор развития продукта </w:t>
            </w:r>
          </w:p>
        </w:tc>
      </w:tr>
      <w:tr w:rsidR="00A732E1">
        <w:trPr>
          <w:divId w:val="103600103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инженер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A732E1">
        <w:trPr>
          <w:divId w:val="103600103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инженер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A732E1">
        <w:trPr>
          <w:divId w:val="1036001033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Конструкторский отдел по холодильникам</w:t>
            </w:r>
          </w:p>
        </w:tc>
      </w:tr>
      <w:tr w:rsidR="00A732E1">
        <w:trPr>
          <w:divId w:val="1036001033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Сектор инженерного обеспечения качества</w:t>
            </w:r>
          </w:p>
        </w:tc>
      </w:tr>
      <w:tr w:rsidR="00A732E1">
        <w:trPr>
          <w:divId w:val="103600103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A732E1">
        <w:trPr>
          <w:divId w:val="1036001033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Конструкторское управление по стиральным машинам</w:t>
            </w:r>
          </w:p>
        </w:tc>
      </w:tr>
      <w:tr w:rsidR="00A732E1">
        <w:trPr>
          <w:divId w:val="103600103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управления (специализированного в прочих отраслях)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A732E1">
        <w:trPr>
          <w:divId w:val="1036001033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Конструкторское управление по телевизорам и мониторам</w:t>
            </w:r>
          </w:p>
        </w:tc>
      </w:tr>
      <w:tr w:rsidR="00A732E1">
        <w:trPr>
          <w:divId w:val="103600103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управления (специализированного в прочих отраслях)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A732E1">
        <w:trPr>
          <w:divId w:val="1036001033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Конструкторское управление по холодильникам</w:t>
            </w:r>
          </w:p>
        </w:tc>
      </w:tr>
      <w:tr w:rsidR="00A732E1">
        <w:trPr>
          <w:divId w:val="103600103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управления (специализированного в прочих отраслях)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A732E1">
        <w:trPr>
          <w:divId w:val="1036001033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Отдел заводской бухгалтерии</w:t>
            </w:r>
          </w:p>
        </w:tc>
      </w:tr>
      <w:tr w:rsidR="00A732E1">
        <w:trPr>
          <w:divId w:val="103600103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бухгалтер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A732E1">
        <w:trPr>
          <w:divId w:val="1036001033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Отдел закупок</w:t>
            </w:r>
          </w:p>
        </w:tc>
      </w:tr>
      <w:tr w:rsidR="00A732E1">
        <w:trPr>
          <w:divId w:val="1036001033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Сектор закупок комплектующих для производства холодильников</w:t>
            </w:r>
          </w:p>
        </w:tc>
      </w:tr>
      <w:tr w:rsidR="00A732E1">
        <w:trPr>
          <w:divId w:val="103600103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Специалист по закупкам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A732E1">
        <w:trPr>
          <w:divId w:val="1036001033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Сектор технических закупок</w:t>
            </w:r>
          </w:p>
        </w:tc>
      </w:tr>
      <w:tr w:rsidR="00A732E1">
        <w:trPr>
          <w:divId w:val="103600103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A732E1">
        <w:trPr>
          <w:divId w:val="1036001033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Сектор разработки и обслуживания технологической оснастки </w:t>
            </w:r>
          </w:p>
        </w:tc>
      </w:tr>
      <w:tr w:rsidR="00A732E1">
        <w:trPr>
          <w:divId w:val="103600103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A732E1">
        <w:trPr>
          <w:divId w:val="103600103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инженер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A732E1">
        <w:trPr>
          <w:divId w:val="1036001033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Отдел инженерного обеспечения</w:t>
            </w:r>
          </w:p>
        </w:tc>
      </w:tr>
      <w:tr w:rsidR="00A732E1">
        <w:trPr>
          <w:divId w:val="1036001033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Сектор инженерного обеспечения производства стиральных машин</w:t>
            </w:r>
          </w:p>
        </w:tc>
      </w:tr>
      <w:tr w:rsidR="00A732E1">
        <w:trPr>
          <w:divId w:val="1036001033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Участок техобслуживания и ремонта стиральных машин</w:t>
            </w:r>
          </w:p>
        </w:tc>
      </w:tr>
      <w:tr w:rsidR="00A732E1">
        <w:trPr>
          <w:divId w:val="103600103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Техник по автоматизации производственных процессов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A732E1">
        <w:trPr>
          <w:divId w:val="1036001033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Сектор инженерного обеспечения производства холодильников</w:t>
            </w:r>
          </w:p>
        </w:tc>
      </w:tr>
      <w:tr w:rsidR="00A732E1">
        <w:trPr>
          <w:divId w:val="103600103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A732E1">
        <w:trPr>
          <w:divId w:val="103600103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сектора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A732E1">
        <w:trPr>
          <w:divId w:val="1036001033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Сектор инженерной поддержки производства</w:t>
            </w:r>
          </w:p>
        </w:tc>
      </w:tr>
      <w:tr w:rsidR="00A732E1">
        <w:trPr>
          <w:divId w:val="103600103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Электрогазосварщик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A732E1">
        <w:trPr>
          <w:divId w:val="1036001033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Отдел информационных технологий</w:t>
            </w:r>
          </w:p>
        </w:tc>
      </w:tr>
      <w:tr w:rsidR="00A732E1">
        <w:trPr>
          <w:divId w:val="103600103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A732E1">
        <w:trPr>
          <w:divId w:val="1036001033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Отдел материального обеспечения производства холодильников и стиральных машин</w:t>
            </w:r>
          </w:p>
        </w:tc>
      </w:tr>
      <w:tr w:rsidR="00A732E1">
        <w:trPr>
          <w:divId w:val="1036001033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Сектор импортных закупок комплектующих для производства стиральных машин </w:t>
            </w:r>
          </w:p>
        </w:tc>
      </w:tr>
      <w:tr w:rsidR="00A732E1">
        <w:trPr>
          <w:divId w:val="103600103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242024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A732E1">
        <w:trPr>
          <w:divId w:val="103600103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A732E1">
        <w:trPr>
          <w:divId w:val="1036001033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Сектор импортных закупок комплектующих для производства холодильников </w:t>
            </w:r>
          </w:p>
        </w:tc>
      </w:tr>
      <w:tr w:rsidR="00A732E1">
        <w:trPr>
          <w:divId w:val="103600103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A732E1">
        <w:trPr>
          <w:divId w:val="1036001033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Отдел обеспечения качества телевизоров и мониторов</w:t>
            </w:r>
          </w:p>
        </w:tc>
      </w:tr>
      <w:tr w:rsidR="00A732E1">
        <w:trPr>
          <w:divId w:val="103600103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отдела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A732E1">
        <w:trPr>
          <w:divId w:val="1036001033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Группа входного контроля качества телевизоров и мониторов</w:t>
            </w:r>
          </w:p>
        </w:tc>
      </w:tr>
      <w:tr w:rsidR="00A732E1">
        <w:trPr>
          <w:divId w:val="103600103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Контрольный мастер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A732E1">
        <w:trPr>
          <w:divId w:val="1036001033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Группа выходного контроля качества телевизоров и мониторов </w:t>
            </w:r>
          </w:p>
        </w:tc>
      </w:tr>
      <w:tr w:rsidR="00A732E1">
        <w:trPr>
          <w:divId w:val="103600103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Контрольный мастер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A732E1">
        <w:trPr>
          <w:divId w:val="103600103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Контролер деталей и приборов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A732E1">
        <w:trPr>
          <w:divId w:val="103600103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Контролер деталей и приборов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A732E1">
        <w:trPr>
          <w:divId w:val="1036001033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Группа обеспечения качества модулей (BMS + LCM)</w:t>
            </w:r>
          </w:p>
        </w:tc>
      </w:tr>
      <w:tr w:rsidR="00A732E1">
        <w:trPr>
          <w:divId w:val="103600103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инженер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A732E1">
        <w:trPr>
          <w:divId w:val="1036001033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Сектор обеспечения качества готовой продукции </w:t>
            </w:r>
          </w:p>
        </w:tc>
      </w:tr>
      <w:tr w:rsidR="00A732E1">
        <w:trPr>
          <w:divId w:val="103600103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инженер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A732E1">
        <w:trPr>
          <w:divId w:val="103600103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инженер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A732E1">
        <w:trPr>
          <w:divId w:val="103600103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сектора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A732E1">
        <w:trPr>
          <w:divId w:val="1036001033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Отдел обеспечения качества холодильников и стиральных машин</w:t>
            </w:r>
          </w:p>
        </w:tc>
      </w:tr>
      <w:tr w:rsidR="00A732E1">
        <w:trPr>
          <w:divId w:val="103600103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инженер по качеству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A732E1">
        <w:trPr>
          <w:divId w:val="1036001033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Участок управления качеством на рынке (продукт WM)</w:t>
            </w:r>
          </w:p>
        </w:tc>
      </w:tr>
      <w:tr w:rsidR="00A732E1">
        <w:trPr>
          <w:divId w:val="103600103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инженер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A732E1">
        <w:trPr>
          <w:divId w:val="1036001033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Бригада линейного контроля качества холодильников и стиральных машин (продукт REF)</w:t>
            </w:r>
          </w:p>
        </w:tc>
      </w:tr>
      <w:tr w:rsidR="00A732E1">
        <w:trPr>
          <w:divId w:val="103600103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Контролер деталей и приборов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A732E1">
        <w:trPr>
          <w:divId w:val="103600103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Контролер деталей и приборов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A732E1">
        <w:trPr>
          <w:divId w:val="1036001033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Участок планирования качества стиральных машин </w:t>
            </w:r>
          </w:p>
        </w:tc>
      </w:tr>
      <w:tr w:rsidR="00A732E1">
        <w:trPr>
          <w:divId w:val="103600103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инженер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A732E1">
        <w:trPr>
          <w:divId w:val="1036001033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Сектор линейного контроля качества холодильников и стиральных машин (продукт WM)</w:t>
            </w:r>
          </w:p>
        </w:tc>
      </w:tr>
      <w:tr w:rsidR="00A732E1">
        <w:trPr>
          <w:divId w:val="103600103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сектора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A732E1">
        <w:trPr>
          <w:divId w:val="1036001033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Отдел организации таможенного оформления</w:t>
            </w:r>
          </w:p>
        </w:tc>
      </w:tr>
      <w:tr w:rsidR="00A732E1">
        <w:trPr>
          <w:divId w:val="1036001033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Таможенный сектор</w:t>
            </w:r>
          </w:p>
        </w:tc>
      </w:tr>
      <w:tr w:rsidR="00A732E1">
        <w:trPr>
          <w:divId w:val="103600103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A732E1">
        <w:trPr>
          <w:divId w:val="1036001033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Сектор внешнеэкономической деятельности</w:t>
            </w:r>
          </w:p>
        </w:tc>
      </w:tr>
      <w:tr w:rsidR="00A732E1">
        <w:trPr>
          <w:divId w:val="103600103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A732E1">
        <w:trPr>
          <w:divId w:val="103600103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A732E1">
        <w:trPr>
          <w:divId w:val="1036001033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Отдел охраны труда, промышленной безопасности и энергообеспечения</w:t>
            </w:r>
          </w:p>
        </w:tc>
      </w:tr>
      <w:tr w:rsidR="00A732E1">
        <w:trPr>
          <w:divId w:val="1036001033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Служба охраны труда и промышленной безопасности</w:t>
            </w:r>
          </w:p>
        </w:tc>
      </w:tr>
      <w:tr w:rsidR="00A732E1">
        <w:trPr>
          <w:divId w:val="103600103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смены добровольной пожарной команды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A732E1">
        <w:trPr>
          <w:divId w:val="103600103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смены добровольной пожарной команды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A732E1">
        <w:trPr>
          <w:divId w:val="103600103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смены добровольной пожарной команды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A732E1">
        <w:trPr>
          <w:divId w:val="103600103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смены добровольной пожарной команды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A732E1">
        <w:trPr>
          <w:divId w:val="103600103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492024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Водитель пожарного автомобиля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A732E1">
        <w:trPr>
          <w:divId w:val="103600103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ДПО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A732E1">
        <w:trPr>
          <w:divId w:val="103600103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Водитель пожарного автомобиля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A732E1">
        <w:trPr>
          <w:divId w:val="103600103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Водитель пожарного автомобиля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A732E1">
        <w:trPr>
          <w:divId w:val="103600103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Пожарный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A732E1">
        <w:trPr>
          <w:divId w:val="103600103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Пожарный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A732E1">
        <w:trPr>
          <w:divId w:val="103600103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Водитель пожарного автомобиля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A732E1">
        <w:trPr>
          <w:divId w:val="1036001033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Сектор энергообеспечения и эксплуатации зданий и сооружений</w:t>
            </w:r>
          </w:p>
        </w:tc>
      </w:tr>
      <w:tr w:rsidR="00A732E1">
        <w:trPr>
          <w:divId w:val="103600103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котельной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A732E1">
        <w:trPr>
          <w:divId w:val="1036001033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Отдел персонала</w:t>
            </w:r>
          </w:p>
        </w:tc>
      </w:tr>
      <w:tr w:rsidR="00A732E1">
        <w:trPr>
          <w:divId w:val="1036001033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Сектор планирования и организационного развития</w:t>
            </w:r>
          </w:p>
        </w:tc>
      </w:tr>
      <w:tr w:rsidR="00A732E1">
        <w:trPr>
          <w:divId w:val="103600103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сектора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A732E1">
        <w:trPr>
          <w:divId w:val="103600103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A732E1">
        <w:trPr>
          <w:divId w:val="103600103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A732E1">
        <w:trPr>
          <w:divId w:val="1036001033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Сектор кадрового администрирования и заработной платы </w:t>
            </w:r>
          </w:p>
        </w:tc>
      </w:tr>
      <w:tr w:rsidR="00A732E1">
        <w:trPr>
          <w:divId w:val="103600103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A732E1">
        <w:trPr>
          <w:divId w:val="1036001033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Отдел планирования</w:t>
            </w:r>
          </w:p>
        </w:tc>
      </w:tr>
      <w:tr w:rsidR="00A732E1">
        <w:trPr>
          <w:divId w:val="103600103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экономист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A732E1">
        <w:trPr>
          <w:divId w:val="103600103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экономист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A732E1">
        <w:trPr>
          <w:divId w:val="1036001033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Отдел по общим вопросам и безопасности </w:t>
            </w:r>
          </w:p>
        </w:tc>
      </w:tr>
      <w:tr w:rsidR="00A732E1">
        <w:trPr>
          <w:divId w:val="103600103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A732E1">
        <w:trPr>
          <w:divId w:val="103600103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A732E1">
        <w:trPr>
          <w:divId w:val="103600103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A732E1">
        <w:trPr>
          <w:divId w:val="103600103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Специалист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A732E1">
        <w:trPr>
          <w:divId w:val="103600103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отдела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A732E1">
        <w:trPr>
          <w:divId w:val="103600103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Диспетчер автомобильного транспорта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A732E1">
        <w:trPr>
          <w:divId w:val="103600103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Производитель работ (прораб) (в промышленности)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A732E1">
        <w:trPr>
          <w:divId w:val="103600103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Ассистент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A732E1">
        <w:trPr>
          <w:divId w:val="1036001033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Отдел по производству стиральных машин</w:t>
            </w:r>
          </w:p>
        </w:tc>
      </w:tr>
      <w:tr w:rsidR="00A732E1">
        <w:trPr>
          <w:divId w:val="103600103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A732E1">
        <w:trPr>
          <w:divId w:val="1036001033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Участок упаковки линии 1 </w:t>
            </w:r>
          </w:p>
        </w:tc>
      </w:tr>
      <w:tr w:rsidR="00A732E1">
        <w:trPr>
          <w:divId w:val="103600103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Техник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A732E1">
        <w:trPr>
          <w:divId w:val="1036001033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Участок эксплуатации технологического оборудования</w:t>
            </w:r>
          </w:p>
        </w:tc>
      </w:tr>
      <w:tr w:rsidR="00A732E1">
        <w:trPr>
          <w:divId w:val="103600103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автоматических и полуавтоматических линий, станков и установок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A732E1">
        <w:trPr>
          <w:divId w:val="1036001033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Отдел по производству телевизоров и мониторов</w:t>
            </w:r>
          </w:p>
        </w:tc>
      </w:tr>
      <w:tr w:rsidR="00A732E1">
        <w:trPr>
          <w:divId w:val="103600103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отдела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A732E1">
        <w:trPr>
          <w:divId w:val="1036001033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Линия по производству жидкокристаллических панелей </w:t>
            </w:r>
          </w:p>
        </w:tc>
      </w:tr>
      <w:tr w:rsidR="00A732E1">
        <w:trPr>
          <w:divId w:val="103600103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Контролер деталей и приборов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A732E1">
        <w:trPr>
          <w:divId w:val="103600103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Слесарь-сборщик радиоэлектронной аппаратуры и приборов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A732E1">
        <w:trPr>
          <w:divId w:val="103600103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Слесарь-сборщик радиоэлектронной аппаратуры и приборов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A732E1">
        <w:trPr>
          <w:divId w:val="1036001033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Участок линии L6 производства телевизоров </w:t>
            </w:r>
          </w:p>
        </w:tc>
      </w:tr>
      <w:tr w:rsidR="00A732E1">
        <w:trPr>
          <w:divId w:val="103600103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Слесарь-сборщик радиоэлектронной аппаратуры и приборов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A732E1">
        <w:trPr>
          <w:divId w:val="103600103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Мастер участка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A732E1">
        <w:trPr>
          <w:divId w:val="103600103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Контролер деталей и приборов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A732E1">
        <w:trPr>
          <w:divId w:val="1036001033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Участок линии L3 производства телевизоров</w:t>
            </w:r>
          </w:p>
        </w:tc>
      </w:tr>
      <w:tr w:rsidR="00A732E1">
        <w:trPr>
          <w:divId w:val="103600103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Контролер деталей и приборов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A732E1">
        <w:trPr>
          <w:divId w:val="103600103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Контролер деталей и приборов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A732E1">
        <w:trPr>
          <w:divId w:val="103600103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Контролер деталей и приборов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A732E1">
        <w:trPr>
          <w:divId w:val="103600103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Контролер деталей и приборов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A732E1">
        <w:trPr>
          <w:divId w:val="103600103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Контролер деталей и приборов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A732E1">
        <w:trPr>
          <w:divId w:val="103600103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автоматических и полуавтоматических линий, станков и установок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A732E1">
        <w:trPr>
          <w:divId w:val="103600103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автоматических и полуавтоматических линий, станков и установок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A732E1">
        <w:trPr>
          <w:divId w:val="103600103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технологического оборудования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A732E1">
        <w:trPr>
          <w:divId w:val="103600103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Мастер участка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A732E1">
        <w:trPr>
          <w:divId w:val="103600103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Слесарь-сборщик радиоэлектронной аппаратуры и приборов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A732E1">
        <w:trPr>
          <w:divId w:val="1036001033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Участок линии L1 производства телевизоров </w:t>
            </w:r>
          </w:p>
        </w:tc>
      </w:tr>
      <w:tr w:rsidR="00A732E1">
        <w:trPr>
          <w:divId w:val="103600103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Слесарь-сборщик радиоэлектронной аппаратуры и приборов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A732E1">
        <w:trPr>
          <w:divId w:val="103600103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Слесарь-сборщик радиоэлектронной аппаратуры и приборов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A732E1">
        <w:trPr>
          <w:divId w:val="103600103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Контролер деталей и приборов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A732E1">
        <w:trPr>
          <w:divId w:val="103600103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Контролер деталей и приборов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A732E1">
        <w:trPr>
          <w:divId w:val="103600103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Контролер деталей и приборов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A732E1">
        <w:trPr>
          <w:divId w:val="1036001033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Участок массового производства</w:t>
            </w:r>
          </w:p>
        </w:tc>
      </w:tr>
      <w:tr w:rsidR="00A732E1">
        <w:trPr>
          <w:divId w:val="103600103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Слесарь-сборщик радиоэлектронной аппаратуры и приборов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A732E1">
        <w:trPr>
          <w:divId w:val="1036001033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Сектор разработки технологических процессов </w:t>
            </w:r>
          </w:p>
        </w:tc>
      </w:tr>
      <w:tr w:rsidR="00A732E1">
        <w:trPr>
          <w:divId w:val="103600103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Учетчик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A732E1">
        <w:trPr>
          <w:divId w:val="103600103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инженер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A732E1">
        <w:trPr>
          <w:divId w:val="1036001033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Участок упаковки и аксессуаров (производство) </w:t>
            </w:r>
          </w:p>
        </w:tc>
      </w:tr>
      <w:tr w:rsidR="00A732E1">
        <w:trPr>
          <w:divId w:val="103600103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Слесарь-сборщик радиоэлектронной аппаратуры и приборов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A732E1">
        <w:trPr>
          <w:divId w:val="103600103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технологического оборудования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A732E1">
        <w:trPr>
          <w:divId w:val="103600103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технологического оборудования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A732E1">
        <w:trPr>
          <w:divId w:val="1036001033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Отдел по производству холодильников</w:t>
            </w:r>
          </w:p>
        </w:tc>
      </w:tr>
      <w:tr w:rsidR="00A732E1">
        <w:trPr>
          <w:divId w:val="103600103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инженер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A732E1">
        <w:trPr>
          <w:divId w:val="1036001033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Участок изготовления наружных корпусов холодильников и предсборка А</w:t>
            </w:r>
          </w:p>
        </w:tc>
      </w:tr>
      <w:tr w:rsidR="00A732E1">
        <w:trPr>
          <w:divId w:val="103600103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1032024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Мастер участка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A732E1">
        <w:trPr>
          <w:divId w:val="1036001033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Участок изготовления внутренней части дверей и внутренних корпусов холодильников</w:t>
            </w:r>
          </w:p>
        </w:tc>
      </w:tr>
      <w:tr w:rsidR="00A732E1">
        <w:trPr>
          <w:divId w:val="103600103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Мастер смены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A732E1">
        <w:trPr>
          <w:divId w:val="103600103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Мастер смены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A732E1">
        <w:trPr>
          <w:divId w:val="103600103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1062024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автоматических и полуавтоматических линий, станков и установок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A732E1">
        <w:trPr>
          <w:divId w:val="103600103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автоматических и полуавтоматических линий, станков и установок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A732E1">
        <w:trPr>
          <w:divId w:val="103600103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1082024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автоматических и полуавтоматических линий, станков и установок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A732E1">
        <w:trPr>
          <w:divId w:val="103600103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1092024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автоматических и полуавтоматических линий, станков и установок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A732E1">
        <w:trPr>
          <w:divId w:val="103600103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автоматических и полуавтоматических линий, станков и установок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A732E1">
        <w:trPr>
          <w:divId w:val="103600103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автоматических и полуавтоматических линий, станков и установок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A732E1">
        <w:trPr>
          <w:divId w:val="103600103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автоматических и полуавтоматических линий, станков и установок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A732E1">
        <w:trPr>
          <w:divId w:val="103600103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1132024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автоматических и полуавтоматических линий, станков и установок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A732E1">
        <w:trPr>
          <w:divId w:val="103600103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1142024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Мастер участка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A732E1">
        <w:trPr>
          <w:divId w:val="1036001033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Участок изготовления </w:t>
            </w:r>
            <w:r w:rsidR="003E7CA1">
              <w:rPr>
                <w:sz w:val="18"/>
                <w:szCs w:val="18"/>
              </w:rPr>
              <w:t>наружнй</w:t>
            </w:r>
            <w:r>
              <w:rPr>
                <w:sz w:val="18"/>
                <w:szCs w:val="18"/>
              </w:rPr>
              <w:t xml:space="preserve"> части дверей и задней крышки холодильника </w:t>
            </w:r>
          </w:p>
        </w:tc>
      </w:tr>
      <w:tr w:rsidR="00A732E1">
        <w:trPr>
          <w:divId w:val="103600103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Мастер участка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A732E1">
        <w:trPr>
          <w:divId w:val="103600103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1162024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автоматических и полуавтоматических линий, холодноштамповочного оборудования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A732E1">
        <w:trPr>
          <w:divId w:val="103600103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1172024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автоматических и полуавтоматических линий, холодноштамповочного оборудования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A732E1">
        <w:trPr>
          <w:divId w:val="1036001033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Линейный офис </w:t>
            </w:r>
          </w:p>
        </w:tc>
      </w:tr>
      <w:tr w:rsidR="00A732E1">
        <w:trPr>
          <w:divId w:val="103600103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1182024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производства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A732E1">
        <w:trPr>
          <w:divId w:val="103600103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1192024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производства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A732E1">
        <w:trPr>
          <w:divId w:val="1036001033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Участок А - сборка холодильников</w:t>
            </w:r>
          </w:p>
        </w:tc>
      </w:tr>
      <w:tr w:rsidR="00A732E1">
        <w:trPr>
          <w:divId w:val="103600103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Мастер смены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A732E1">
        <w:trPr>
          <w:divId w:val="1036001033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Участок сварки</w:t>
            </w:r>
          </w:p>
        </w:tc>
      </w:tr>
      <w:tr w:rsidR="00A732E1">
        <w:trPr>
          <w:divId w:val="103600103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Газосварщик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A732E1">
        <w:trPr>
          <w:divId w:val="103600103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Газосварщик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A732E1">
        <w:trPr>
          <w:divId w:val="103600103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Газосварщик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A732E1">
        <w:trPr>
          <w:divId w:val="103600103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1242024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технологического обору</w:t>
            </w:r>
            <w:r>
              <w:rPr>
                <w:sz w:val="18"/>
                <w:szCs w:val="18"/>
              </w:rPr>
              <w:lastRenderedPageBreak/>
              <w:t>дования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A732E1">
        <w:trPr>
          <w:divId w:val="103600103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1252024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Мастер участка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A732E1">
        <w:trPr>
          <w:divId w:val="1036001033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Участок упаковки</w:t>
            </w:r>
          </w:p>
        </w:tc>
      </w:tr>
      <w:tr w:rsidR="00A732E1">
        <w:trPr>
          <w:divId w:val="103600103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1262024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автоматических и полуавтоматических линий, станков и установок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A732E1">
        <w:trPr>
          <w:divId w:val="103600103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1272024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Мастер участка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A732E1">
        <w:trPr>
          <w:divId w:val="103600103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1282024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Мастер смены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A732E1">
        <w:trPr>
          <w:divId w:val="1036001033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Участок производства дверей для холодильников </w:t>
            </w:r>
          </w:p>
        </w:tc>
      </w:tr>
      <w:tr w:rsidR="00A732E1">
        <w:trPr>
          <w:divId w:val="103600103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1292024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технологического оборудования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A732E1">
        <w:trPr>
          <w:divId w:val="103600103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Мастер участка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A732E1">
        <w:trPr>
          <w:divId w:val="103600103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1312024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Мастер смены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A732E1">
        <w:trPr>
          <w:divId w:val="1036001033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Участок В - сборка холодильников </w:t>
            </w:r>
          </w:p>
        </w:tc>
      </w:tr>
      <w:tr w:rsidR="00A732E1">
        <w:trPr>
          <w:divId w:val="103600103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1322024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Мастер участка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A732E1">
        <w:trPr>
          <w:divId w:val="103600103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1332024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Мастер смены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A732E1">
        <w:trPr>
          <w:divId w:val="1036001033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Участок заливки пены и предсборка В</w:t>
            </w:r>
          </w:p>
        </w:tc>
      </w:tr>
      <w:tr w:rsidR="00A732E1">
        <w:trPr>
          <w:divId w:val="103600103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1342024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Мастер участка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A732E1">
        <w:trPr>
          <w:divId w:val="1036001033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Участок сборки полок и поддонов компрессорного отсека</w:t>
            </w:r>
          </w:p>
        </w:tc>
      </w:tr>
      <w:tr w:rsidR="00A732E1">
        <w:trPr>
          <w:divId w:val="103600103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Мастер участка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A732E1">
        <w:trPr>
          <w:divId w:val="1036001033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Отдел разработки технологических процессов производства холодильников и стиральных машин</w:t>
            </w:r>
          </w:p>
        </w:tc>
      </w:tr>
      <w:tr w:rsidR="00A732E1">
        <w:trPr>
          <w:divId w:val="103600103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1362024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инженер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A732E1">
        <w:trPr>
          <w:divId w:val="1036001033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Отдел управления рисками</w:t>
            </w:r>
          </w:p>
        </w:tc>
      </w:tr>
      <w:tr w:rsidR="00A732E1">
        <w:trPr>
          <w:divId w:val="1036001033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Сектор управления продажами </w:t>
            </w:r>
          </w:p>
        </w:tc>
      </w:tr>
      <w:tr w:rsidR="00A732E1">
        <w:trPr>
          <w:divId w:val="103600103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1372024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A732E1">
        <w:trPr>
          <w:divId w:val="1036001033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Планово—административный департамент</w:t>
            </w:r>
          </w:p>
        </w:tc>
      </w:tr>
      <w:tr w:rsidR="00A732E1">
        <w:trPr>
          <w:divId w:val="103600103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1382024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Директор департамента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A732E1">
        <w:trPr>
          <w:divId w:val="1036001033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Производственный дивизион</w:t>
            </w:r>
          </w:p>
        </w:tc>
      </w:tr>
      <w:tr w:rsidR="00A732E1">
        <w:trPr>
          <w:divId w:val="103600103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1392024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Директор завода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A732E1">
        <w:trPr>
          <w:divId w:val="1036001033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Управление закупок</w:t>
            </w:r>
          </w:p>
        </w:tc>
      </w:tr>
      <w:tr w:rsidR="00A732E1">
        <w:trPr>
          <w:divId w:val="103600103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управления (специализированного в прочих отраслях)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A732E1">
        <w:trPr>
          <w:divId w:val="1036001033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Управление обеспечения качества холодильников и стиральных машин</w:t>
            </w:r>
          </w:p>
        </w:tc>
      </w:tr>
      <w:tr w:rsidR="00A732E1">
        <w:trPr>
          <w:divId w:val="103600103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1412024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управления (специализированного в прочих отраслях)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A732E1">
        <w:trPr>
          <w:divId w:val="1036001033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Финансовый отдел</w:t>
            </w:r>
          </w:p>
        </w:tc>
      </w:tr>
      <w:tr w:rsidR="00A732E1">
        <w:trPr>
          <w:divId w:val="103600103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1422024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2E1" w:rsidRDefault="00A732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</w:tbl>
    <w:p w:rsidR="0065289A" w:rsidRDefault="0065289A" w:rsidP="00A732E1">
      <w:pPr>
        <w:jc w:val="right"/>
        <w:rPr>
          <w:sz w:val="18"/>
          <w:szCs w:val="18"/>
          <w:lang w:val="en-US"/>
        </w:rPr>
      </w:pPr>
    </w:p>
    <w:p w:rsidR="00936F48" w:rsidRPr="00FD5E7D" w:rsidRDefault="00936F48" w:rsidP="00936F48">
      <w:pPr>
        <w:rPr>
          <w:lang w:val="en-US"/>
        </w:rPr>
      </w:pPr>
      <w:r w:rsidRPr="00DB70BA">
        <w:t>Дата составления:</w:t>
      </w:r>
      <w:r w:rsidRPr="00883461">
        <w:rPr>
          <w:rStyle w:val="a9"/>
        </w:rPr>
        <w:t xml:space="preserve"> </w:t>
      </w:r>
      <w:r w:rsidRPr="00883461">
        <w:rPr>
          <w:rStyle w:val="a9"/>
        </w:rPr>
        <w:fldChar w:fldCharType="begin"/>
      </w:r>
      <w:r w:rsidRPr="00883461">
        <w:rPr>
          <w:rStyle w:val="a9"/>
        </w:rPr>
        <w:instrText xml:space="preserve"> DOCVARIABLE </w:instrText>
      </w:r>
      <w:r>
        <w:rPr>
          <w:rStyle w:val="a9"/>
          <w:lang w:val="en-US"/>
        </w:rPr>
        <w:instrText>fill_date</w:instrText>
      </w:r>
      <w:r w:rsidRPr="00883461">
        <w:rPr>
          <w:rStyle w:val="a9"/>
        </w:rPr>
        <w:instrText xml:space="preserve"> \* MERGEFORMAT </w:instrText>
      </w:r>
      <w:r w:rsidRPr="00883461">
        <w:rPr>
          <w:rStyle w:val="a9"/>
        </w:rPr>
        <w:fldChar w:fldCharType="separate"/>
      </w:r>
      <w:r w:rsidR="00A732E1">
        <w:rPr>
          <w:rStyle w:val="a9"/>
        </w:rPr>
        <w:t>07.10.2024</w:t>
      </w:r>
      <w:r w:rsidRPr="00883461">
        <w:rPr>
          <w:rStyle w:val="a9"/>
        </w:rPr>
        <w:fldChar w:fldCharType="end"/>
      </w:r>
      <w:r>
        <w:rPr>
          <w:rStyle w:val="a9"/>
          <w:lang w:val="en-US"/>
        </w:rPr>
        <w:t> </w:t>
      </w:r>
    </w:p>
    <w:p w:rsidR="004654AF" w:rsidRDefault="004654AF" w:rsidP="009D6532"/>
    <w:p w:rsidR="009D6532" w:rsidRPr="003C5C39" w:rsidRDefault="009D6532" w:rsidP="009D6532">
      <w:r w:rsidRPr="003C5C39">
        <w:t>Председатель комиссии по проведению специальной оценки условий труда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9D6532" w:rsidRPr="004E51DC" w:rsidTr="003F4B55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283" w:type="dxa"/>
            <w:vAlign w:val="bottom"/>
          </w:tcPr>
          <w:p w:rsidR="009D6532" w:rsidRPr="004E51DC" w:rsidRDefault="009D6532" w:rsidP="009D6532">
            <w:pPr>
              <w:pStyle w:val="aa"/>
            </w:pPr>
            <w:bookmarkStart w:id="6" w:name="com_pred"/>
            <w:bookmarkEnd w:id="6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</w:tr>
      <w:tr w:rsidR="009D6532" w:rsidRPr="000905BE" w:rsidTr="003F4B55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bookmarkStart w:id="7" w:name="s070_1"/>
            <w:bookmarkEnd w:id="7"/>
            <w:r w:rsidRPr="000905B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D6532" w:rsidRPr="000905BE" w:rsidRDefault="00A732E1" w:rsidP="009D6532">
            <w:pPr>
              <w:pStyle w:val="aa"/>
              <w:rPr>
                <w:vertAlign w:val="superscript"/>
              </w:rPr>
            </w:pPr>
            <w:r>
              <w:rPr>
                <w:vertAlign w:val="superscript"/>
              </w:rPr>
              <w:t>(фамилия, имя, отчество (при наличии))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(дата)</w:t>
            </w:r>
          </w:p>
        </w:tc>
      </w:tr>
    </w:tbl>
    <w:p w:rsidR="009D6532" w:rsidRDefault="009D6532" w:rsidP="009D6532">
      <w:pPr>
        <w:rPr>
          <w:lang w:val="en-US"/>
        </w:rPr>
      </w:pPr>
      <w:bookmarkStart w:id="8" w:name="_GoBack"/>
      <w:bookmarkEnd w:id="8"/>
    </w:p>
    <w:p w:rsidR="009D6532" w:rsidRPr="00642E12" w:rsidRDefault="009D6532" w:rsidP="009D6532">
      <w:r w:rsidRPr="003C5C39">
        <w:lastRenderedPageBreak/>
        <w:t>Члены комиссии по проведению специальной оценки условий труда: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9D6532" w:rsidRPr="004E51DC" w:rsidTr="00A732E1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9D6532" w:rsidRPr="004E51DC" w:rsidRDefault="00A732E1" w:rsidP="009D6532">
            <w:pPr>
              <w:pStyle w:val="aa"/>
            </w:pPr>
            <w:r>
              <w:t>Директор по персоналу</w:t>
            </w:r>
          </w:p>
        </w:tc>
        <w:tc>
          <w:tcPr>
            <w:tcW w:w="283" w:type="dxa"/>
            <w:vAlign w:val="bottom"/>
          </w:tcPr>
          <w:p w:rsidR="009D6532" w:rsidRPr="004E51DC" w:rsidRDefault="009D6532" w:rsidP="009D6532">
            <w:pPr>
              <w:pStyle w:val="aa"/>
            </w:pPr>
            <w:bookmarkStart w:id="9" w:name="com_chlens"/>
            <w:bookmarkEnd w:id="9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</w:tr>
      <w:tr w:rsidR="009D6532" w:rsidRPr="000905BE" w:rsidTr="00A732E1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bookmarkStart w:id="10" w:name="s070_2"/>
            <w:bookmarkEnd w:id="10"/>
            <w:r w:rsidRPr="000905B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D6532" w:rsidRPr="000905BE" w:rsidRDefault="00A732E1" w:rsidP="009D6532">
            <w:pPr>
              <w:pStyle w:val="aa"/>
              <w:rPr>
                <w:vertAlign w:val="superscript"/>
              </w:rPr>
            </w:pPr>
            <w:r>
              <w:rPr>
                <w:vertAlign w:val="superscript"/>
              </w:rPr>
              <w:t>(фамилия, имя, отчество (при наличии))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(дата)</w:t>
            </w:r>
          </w:p>
        </w:tc>
      </w:tr>
      <w:tr w:rsidR="00A732E1" w:rsidRPr="00A732E1" w:rsidTr="00A732E1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732E1" w:rsidRPr="00A732E1" w:rsidRDefault="00A732E1" w:rsidP="009D6532">
            <w:pPr>
              <w:pStyle w:val="aa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A732E1" w:rsidRPr="00A732E1" w:rsidRDefault="00A732E1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732E1" w:rsidRPr="00A732E1" w:rsidRDefault="00A732E1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A732E1" w:rsidRPr="00A732E1" w:rsidRDefault="00A732E1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732E1" w:rsidRPr="00A732E1" w:rsidRDefault="00A732E1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A732E1" w:rsidRPr="00A732E1" w:rsidRDefault="00A732E1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732E1" w:rsidRPr="00A732E1" w:rsidRDefault="00A732E1" w:rsidP="009D6532">
            <w:pPr>
              <w:pStyle w:val="aa"/>
            </w:pPr>
          </w:p>
        </w:tc>
      </w:tr>
      <w:tr w:rsidR="00A732E1" w:rsidRPr="00A732E1" w:rsidTr="00A732E1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A732E1" w:rsidRPr="00A732E1" w:rsidRDefault="00A732E1" w:rsidP="009D6532">
            <w:pPr>
              <w:pStyle w:val="aa"/>
              <w:rPr>
                <w:vertAlign w:val="superscript"/>
              </w:rPr>
            </w:pPr>
            <w:r w:rsidRPr="00A732E1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A732E1" w:rsidRPr="00A732E1" w:rsidRDefault="00A732E1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A732E1" w:rsidRPr="00A732E1" w:rsidRDefault="00A732E1" w:rsidP="009D6532">
            <w:pPr>
              <w:pStyle w:val="aa"/>
              <w:rPr>
                <w:vertAlign w:val="superscript"/>
              </w:rPr>
            </w:pPr>
            <w:r w:rsidRPr="00A732E1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A732E1" w:rsidRPr="00A732E1" w:rsidRDefault="00A732E1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A732E1" w:rsidRPr="00A732E1" w:rsidRDefault="00A732E1" w:rsidP="009D6532">
            <w:pPr>
              <w:pStyle w:val="aa"/>
              <w:rPr>
                <w:vertAlign w:val="superscript"/>
              </w:rPr>
            </w:pPr>
            <w:r w:rsidRPr="00A732E1">
              <w:rPr>
                <w:vertAlign w:val="superscript"/>
              </w:rPr>
              <w:t>(фамилия, имя, отчество (при наличии))</w:t>
            </w:r>
          </w:p>
        </w:tc>
        <w:tc>
          <w:tcPr>
            <w:tcW w:w="284" w:type="dxa"/>
          </w:tcPr>
          <w:p w:rsidR="00A732E1" w:rsidRPr="00A732E1" w:rsidRDefault="00A732E1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A732E1" w:rsidRPr="00A732E1" w:rsidRDefault="00A732E1" w:rsidP="009D6532">
            <w:pPr>
              <w:pStyle w:val="aa"/>
              <w:rPr>
                <w:vertAlign w:val="superscript"/>
              </w:rPr>
            </w:pPr>
            <w:r w:rsidRPr="00A732E1">
              <w:rPr>
                <w:vertAlign w:val="superscript"/>
              </w:rPr>
              <w:t>(дата)</w:t>
            </w:r>
          </w:p>
        </w:tc>
      </w:tr>
      <w:tr w:rsidR="00A732E1" w:rsidRPr="00A732E1" w:rsidTr="00A732E1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732E1" w:rsidRPr="00A732E1" w:rsidRDefault="00A732E1" w:rsidP="009D6532">
            <w:pPr>
              <w:pStyle w:val="aa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A732E1" w:rsidRPr="00A732E1" w:rsidRDefault="00A732E1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732E1" w:rsidRPr="00A732E1" w:rsidRDefault="00A732E1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A732E1" w:rsidRPr="00A732E1" w:rsidRDefault="00A732E1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732E1" w:rsidRPr="00A732E1" w:rsidRDefault="00A732E1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A732E1" w:rsidRPr="00A732E1" w:rsidRDefault="00A732E1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732E1" w:rsidRPr="00A732E1" w:rsidRDefault="00A732E1" w:rsidP="009D6532">
            <w:pPr>
              <w:pStyle w:val="aa"/>
            </w:pPr>
          </w:p>
        </w:tc>
      </w:tr>
      <w:tr w:rsidR="00A732E1" w:rsidRPr="00A732E1" w:rsidTr="00A732E1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A732E1" w:rsidRPr="00A732E1" w:rsidRDefault="00A732E1" w:rsidP="009D6532">
            <w:pPr>
              <w:pStyle w:val="aa"/>
              <w:rPr>
                <w:vertAlign w:val="superscript"/>
              </w:rPr>
            </w:pPr>
            <w:r w:rsidRPr="00A732E1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A732E1" w:rsidRPr="00A732E1" w:rsidRDefault="00A732E1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A732E1" w:rsidRPr="00A732E1" w:rsidRDefault="00A732E1" w:rsidP="009D6532">
            <w:pPr>
              <w:pStyle w:val="aa"/>
              <w:rPr>
                <w:vertAlign w:val="superscript"/>
              </w:rPr>
            </w:pPr>
            <w:r w:rsidRPr="00A732E1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A732E1" w:rsidRPr="00A732E1" w:rsidRDefault="00A732E1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A732E1" w:rsidRPr="00A732E1" w:rsidRDefault="00A732E1" w:rsidP="009D6532">
            <w:pPr>
              <w:pStyle w:val="aa"/>
              <w:rPr>
                <w:vertAlign w:val="superscript"/>
              </w:rPr>
            </w:pPr>
            <w:r w:rsidRPr="00A732E1">
              <w:rPr>
                <w:vertAlign w:val="superscript"/>
              </w:rPr>
              <w:t>(фамилия, имя, отчество (при наличии))</w:t>
            </w:r>
          </w:p>
        </w:tc>
        <w:tc>
          <w:tcPr>
            <w:tcW w:w="284" w:type="dxa"/>
          </w:tcPr>
          <w:p w:rsidR="00A732E1" w:rsidRPr="00A732E1" w:rsidRDefault="00A732E1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A732E1" w:rsidRPr="00A732E1" w:rsidRDefault="00A732E1" w:rsidP="009D6532">
            <w:pPr>
              <w:pStyle w:val="aa"/>
              <w:rPr>
                <w:vertAlign w:val="superscript"/>
              </w:rPr>
            </w:pPr>
            <w:r w:rsidRPr="00A732E1">
              <w:rPr>
                <w:vertAlign w:val="superscript"/>
              </w:rPr>
              <w:t>(дата)</w:t>
            </w:r>
          </w:p>
        </w:tc>
      </w:tr>
      <w:tr w:rsidR="00A732E1" w:rsidRPr="00A732E1" w:rsidTr="00A732E1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732E1" w:rsidRPr="00A732E1" w:rsidRDefault="00A732E1" w:rsidP="009D6532">
            <w:pPr>
              <w:pStyle w:val="aa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A732E1" w:rsidRPr="00A732E1" w:rsidRDefault="00A732E1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732E1" w:rsidRPr="00A732E1" w:rsidRDefault="00A732E1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A732E1" w:rsidRPr="00A732E1" w:rsidRDefault="00A732E1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732E1" w:rsidRPr="00A732E1" w:rsidRDefault="00A732E1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A732E1" w:rsidRPr="00A732E1" w:rsidRDefault="00A732E1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732E1" w:rsidRPr="00A732E1" w:rsidRDefault="00A732E1" w:rsidP="009D6532">
            <w:pPr>
              <w:pStyle w:val="aa"/>
            </w:pPr>
          </w:p>
        </w:tc>
      </w:tr>
      <w:tr w:rsidR="00A732E1" w:rsidRPr="00A732E1" w:rsidTr="00A732E1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A732E1" w:rsidRPr="00A732E1" w:rsidRDefault="00A732E1" w:rsidP="009D6532">
            <w:pPr>
              <w:pStyle w:val="aa"/>
              <w:rPr>
                <w:vertAlign w:val="superscript"/>
              </w:rPr>
            </w:pPr>
            <w:r w:rsidRPr="00A732E1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A732E1" w:rsidRPr="00A732E1" w:rsidRDefault="00A732E1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A732E1" w:rsidRPr="00A732E1" w:rsidRDefault="00A732E1" w:rsidP="009D6532">
            <w:pPr>
              <w:pStyle w:val="aa"/>
              <w:rPr>
                <w:vertAlign w:val="superscript"/>
              </w:rPr>
            </w:pPr>
            <w:r w:rsidRPr="00A732E1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A732E1" w:rsidRPr="00A732E1" w:rsidRDefault="00A732E1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A732E1" w:rsidRPr="00A732E1" w:rsidRDefault="00A732E1" w:rsidP="009D6532">
            <w:pPr>
              <w:pStyle w:val="aa"/>
              <w:rPr>
                <w:vertAlign w:val="superscript"/>
              </w:rPr>
            </w:pPr>
            <w:r w:rsidRPr="00A732E1">
              <w:rPr>
                <w:vertAlign w:val="superscript"/>
              </w:rPr>
              <w:t>(фамилия, имя, отчество (при наличии))</w:t>
            </w:r>
          </w:p>
        </w:tc>
        <w:tc>
          <w:tcPr>
            <w:tcW w:w="284" w:type="dxa"/>
          </w:tcPr>
          <w:p w:rsidR="00A732E1" w:rsidRPr="00A732E1" w:rsidRDefault="00A732E1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A732E1" w:rsidRPr="00A732E1" w:rsidRDefault="00A732E1" w:rsidP="009D6532">
            <w:pPr>
              <w:pStyle w:val="aa"/>
              <w:rPr>
                <w:vertAlign w:val="superscript"/>
              </w:rPr>
            </w:pPr>
            <w:r w:rsidRPr="00A732E1">
              <w:rPr>
                <w:vertAlign w:val="superscript"/>
              </w:rPr>
              <w:t>(дата)</w:t>
            </w:r>
          </w:p>
        </w:tc>
      </w:tr>
      <w:tr w:rsidR="00A732E1" w:rsidRPr="00A732E1" w:rsidTr="00A732E1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732E1" w:rsidRPr="00A732E1" w:rsidRDefault="00A732E1" w:rsidP="009D6532">
            <w:pPr>
              <w:pStyle w:val="aa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A732E1" w:rsidRPr="00A732E1" w:rsidRDefault="00A732E1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732E1" w:rsidRPr="00A732E1" w:rsidRDefault="00A732E1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A732E1" w:rsidRPr="00A732E1" w:rsidRDefault="00A732E1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732E1" w:rsidRPr="00A732E1" w:rsidRDefault="00A732E1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A732E1" w:rsidRPr="00A732E1" w:rsidRDefault="00A732E1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732E1" w:rsidRPr="00A732E1" w:rsidRDefault="00A732E1" w:rsidP="009D6532">
            <w:pPr>
              <w:pStyle w:val="aa"/>
            </w:pPr>
          </w:p>
        </w:tc>
      </w:tr>
      <w:tr w:rsidR="00A732E1" w:rsidRPr="00A732E1" w:rsidTr="00A732E1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A732E1" w:rsidRPr="00A732E1" w:rsidRDefault="00A732E1" w:rsidP="009D6532">
            <w:pPr>
              <w:pStyle w:val="aa"/>
              <w:rPr>
                <w:vertAlign w:val="superscript"/>
              </w:rPr>
            </w:pPr>
            <w:r w:rsidRPr="00A732E1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A732E1" w:rsidRPr="00A732E1" w:rsidRDefault="00A732E1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A732E1" w:rsidRPr="00A732E1" w:rsidRDefault="00A732E1" w:rsidP="009D6532">
            <w:pPr>
              <w:pStyle w:val="aa"/>
              <w:rPr>
                <w:vertAlign w:val="superscript"/>
              </w:rPr>
            </w:pPr>
            <w:r w:rsidRPr="00A732E1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A732E1" w:rsidRPr="00A732E1" w:rsidRDefault="00A732E1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A732E1" w:rsidRPr="00A732E1" w:rsidRDefault="00A732E1" w:rsidP="009D6532">
            <w:pPr>
              <w:pStyle w:val="aa"/>
              <w:rPr>
                <w:vertAlign w:val="superscript"/>
              </w:rPr>
            </w:pPr>
            <w:r w:rsidRPr="00A732E1">
              <w:rPr>
                <w:vertAlign w:val="superscript"/>
              </w:rPr>
              <w:t>(фамилия, имя, отчество (при наличии))</w:t>
            </w:r>
          </w:p>
        </w:tc>
        <w:tc>
          <w:tcPr>
            <w:tcW w:w="284" w:type="dxa"/>
          </w:tcPr>
          <w:p w:rsidR="00A732E1" w:rsidRPr="00A732E1" w:rsidRDefault="00A732E1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A732E1" w:rsidRPr="00A732E1" w:rsidRDefault="00A732E1" w:rsidP="009D6532">
            <w:pPr>
              <w:pStyle w:val="aa"/>
              <w:rPr>
                <w:vertAlign w:val="superscript"/>
              </w:rPr>
            </w:pPr>
            <w:r w:rsidRPr="00A732E1">
              <w:rPr>
                <w:vertAlign w:val="superscript"/>
              </w:rPr>
              <w:t>(дата)</w:t>
            </w:r>
          </w:p>
        </w:tc>
      </w:tr>
      <w:tr w:rsidR="00A732E1" w:rsidRPr="00A732E1" w:rsidTr="00A732E1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732E1" w:rsidRPr="00A732E1" w:rsidRDefault="00A732E1" w:rsidP="009D6532">
            <w:pPr>
              <w:pStyle w:val="aa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A732E1" w:rsidRPr="00A732E1" w:rsidRDefault="00A732E1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732E1" w:rsidRPr="00A732E1" w:rsidRDefault="00A732E1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A732E1" w:rsidRPr="00A732E1" w:rsidRDefault="00A732E1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732E1" w:rsidRPr="00A732E1" w:rsidRDefault="00A732E1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A732E1" w:rsidRPr="00A732E1" w:rsidRDefault="00A732E1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732E1" w:rsidRPr="00A732E1" w:rsidRDefault="00A732E1" w:rsidP="009D6532">
            <w:pPr>
              <w:pStyle w:val="aa"/>
            </w:pPr>
          </w:p>
        </w:tc>
      </w:tr>
      <w:tr w:rsidR="00A732E1" w:rsidRPr="00A732E1" w:rsidTr="00A732E1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A732E1" w:rsidRPr="00A732E1" w:rsidRDefault="00A732E1" w:rsidP="009D6532">
            <w:pPr>
              <w:pStyle w:val="aa"/>
              <w:rPr>
                <w:vertAlign w:val="superscript"/>
              </w:rPr>
            </w:pPr>
            <w:r w:rsidRPr="00A732E1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A732E1" w:rsidRPr="00A732E1" w:rsidRDefault="00A732E1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A732E1" w:rsidRPr="00A732E1" w:rsidRDefault="00A732E1" w:rsidP="009D6532">
            <w:pPr>
              <w:pStyle w:val="aa"/>
              <w:rPr>
                <w:vertAlign w:val="superscript"/>
              </w:rPr>
            </w:pPr>
            <w:r w:rsidRPr="00A732E1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A732E1" w:rsidRPr="00A732E1" w:rsidRDefault="00A732E1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A732E1" w:rsidRPr="00A732E1" w:rsidRDefault="00A732E1" w:rsidP="009D6532">
            <w:pPr>
              <w:pStyle w:val="aa"/>
              <w:rPr>
                <w:vertAlign w:val="superscript"/>
              </w:rPr>
            </w:pPr>
            <w:r w:rsidRPr="00A732E1">
              <w:rPr>
                <w:vertAlign w:val="superscript"/>
              </w:rPr>
              <w:t>(фамилия, имя, отчество (при наличии))</w:t>
            </w:r>
          </w:p>
        </w:tc>
        <w:tc>
          <w:tcPr>
            <w:tcW w:w="284" w:type="dxa"/>
          </w:tcPr>
          <w:p w:rsidR="00A732E1" w:rsidRPr="00A732E1" w:rsidRDefault="00A732E1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A732E1" w:rsidRPr="00A732E1" w:rsidRDefault="00A732E1" w:rsidP="009D6532">
            <w:pPr>
              <w:pStyle w:val="aa"/>
              <w:rPr>
                <w:vertAlign w:val="superscript"/>
              </w:rPr>
            </w:pPr>
            <w:r w:rsidRPr="00A732E1">
              <w:rPr>
                <w:vertAlign w:val="superscript"/>
              </w:rPr>
              <w:t>(дата)</w:t>
            </w:r>
          </w:p>
        </w:tc>
      </w:tr>
    </w:tbl>
    <w:p w:rsidR="002743B5" w:rsidRDefault="002743B5" w:rsidP="002743B5">
      <w:pPr>
        <w:rPr>
          <w:lang w:val="en-US"/>
        </w:rPr>
      </w:pPr>
    </w:p>
    <w:p w:rsidR="002743B5" w:rsidRPr="003C5C39" w:rsidRDefault="00BF5FA5" w:rsidP="002743B5">
      <w:r w:rsidRPr="00BF5FA5">
        <w:t>Эксперт (эксперты)</w:t>
      </w:r>
      <w:r w:rsidR="004654AF" w:rsidRPr="004654AF">
        <w:t xml:space="preserve"> организации, проводившей специальную оценку условий труда:</w:t>
      </w:r>
    </w:p>
    <w:tbl>
      <w:tblPr>
        <w:tblW w:w="11307" w:type="dxa"/>
        <w:tblLayout w:type="fixed"/>
        <w:tblLook w:val="01E0" w:firstRow="1" w:lastRow="1" w:firstColumn="1" w:lastColumn="1" w:noHBand="0" w:noVBand="0"/>
      </w:tblPr>
      <w:tblGrid>
        <w:gridCol w:w="3652"/>
        <w:gridCol w:w="284"/>
        <w:gridCol w:w="1842"/>
        <w:gridCol w:w="284"/>
        <w:gridCol w:w="3260"/>
        <w:gridCol w:w="284"/>
        <w:gridCol w:w="1701"/>
      </w:tblGrid>
      <w:tr w:rsidR="00386347" w:rsidRPr="00A732E1" w:rsidTr="00386347">
        <w:trPr>
          <w:trHeight w:val="284"/>
        </w:trPr>
        <w:tc>
          <w:tcPr>
            <w:tcW w:w="36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743B5" w:rsidRPr="00A732E1" w:rsidRDefault="00A732E1" w:rsidP="002743B5">
            <w:pPr>
              <w:pStyle w:val="aa"/>
            </w:pPr>
            <w:r w:rsidRPr="00A732E1">
              <w:t>366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2743B5" w:rsidRPr="00A732E1" w:rsidRDefault="002743B5" w:rsidP="002743B5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743B5" w:rsidRPr="00A732E1" w:rsidRDefault="002743B5" w:rsidP="002743B5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2743B5" w:rsidRPr="00A732E1" w:rsidRDefault="002743B5" w:rsidP="002743B5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743B5" w:rsidRPr="00A732E1" w:rsidRDefault="00A732E1" w:rsidP="002743B5">
            <w:pPr>
              <w:pStyle w:val="aa"/>
            </w:pPr>
            <w:r w:rsidRPr="00A732E1">
              <w:t>Дежичева Ирина Викторовна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2743B5" w:rsidRPr="00A732E1" w:rsidRDefault="002743B5" w:rsidP="002743B5">
            <w:pPr>
              <w:pStyle w:val="aa"/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743B5" w:rsidRPr="00A732E1" w:rsidRDefault="00A732E1" w:rsidP="002743B5">
            <w:pPr>
              <w:pStyle w:val="aa"/>
            </w:pPr>
            <w:r>
              <w:t>07.10.2024</w:t>
            </w:r>
          </w:p>
        </w:tc>
      </w:tr>
      <w:tr w:rsidR="00386347" w:rsidRPr="00A732E1" w:rsidTr="00386347">
        <w:trPr>
          <w:trHeight w:val="284"/>
        </w:trPr>
        <w:tc>
          <w:tcPr>
            <w:tcW w:w="3652" w:type="dxa"/>
            <w:tcBorders>
              <w:top w:val="single" w:sz="4" w:space="0" w:color="auto"/>
            </w:tcBorders>
            <w:shd w:val="clear" w:color="auto" w:fill="auto"/>
          </w:tcPr>
          <w:p w:rsidR="002743B5" w:rsidRPr="00386347" w:rsidRDefault="00A732E1" w:rsidP="002743B5">
            <w:pPr>
              <w:pStyle w:val="aa"/>
              <w:rPr>
                <w:b/>
                <w:vertAlign w:val="superscript"/>
              </w:rPr>
            </w:pPr>
            <w:r w:rsidRPr="00386347">
              <w:rPr>
                <w:vertAlign w:val="superscript"/>
              </w:rPr>
              <w:t>(№ в реестре экспертов)</w:t>
            </w:r>
          </w:p>
        </w:tc>
        <w:tc>
          <w:tcPr>
            <w:tcW w:w="284" w:type="dxa"/>
            <w:shd w:val="clear" w:color="auto" w:fill="auto"/>
          </w:tcPr>
          <w:p w:rsidR="002743B5" w:rsidRPr="00386347" w:rsidRDefault="002743B5" w:rsidP="002743B5">
            <w:pPr>
              <w:pStyle w:val="aa"/>
              <w:rPr>
                <w:b/>
                <w:vertAlign w:val="superscript"/>
              </w:rPr>
            </w:pPr>
            <w:bookmarkStart w:id="11" w:name="fio_users"/>
            <w:bookmarkEnd w:id="11"/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</w:tcPr>
          <w:p w:rsidR="002743B5" w:rsidRPr="00386347" w:rsidRDefault="00A732E1" w:rsidP="002743B5">
            <w:pPr>
              <w:pStyle w:val="aa"/>
              <w:rPr>
                <w:b/>
                <w:vertAlign w:val="superscript"/>
              </w:rPr>
            </w:pPr>
            <w:r w:rsidRPr="00386347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shd w:val="clear" w:color="auto" w:fill="auto"/>
          </w:tcPr>
          <w:p w:rsidR="002743B5" w:rsidRPr="00386347" w:rsidRDefault="002743B5" w:rsidP="002743B5">
            <w:pPr>
              <w:pStyle w:val="aa"/>
              <w:rPr>
                <w:b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shd w:val="clear" w:color="auto" w:fill="auto"/>
          </w:tcPr>
          <w:p w:rsidR="002743B5" w:rsidRPr="00386347" w:rsidRDefault="00A732E1" w:rsidP="002743B5">
            <w:pPr>
              <w:pStyle w:val="aa"/>
              <w:rPr>
                <w:b/>
                <w:vertAlign w:val="superscript"/>
              </w:rPr>
            </w:pPr>
            <w:r w:rsidRPr="00386347">
              <w:rPr>
                <w:vertAlign w:val="superscript"/>
              </w:rPr>
              <w:t>(фамилия, имя, отчество (при наличии))</w:t>
            </w:r>
          </w:p>
        </w:tc>
        <w:tc>
          <w:tcPr>
            <w:tcW w:w="284" w:type="dxa"/>
            <w:shd w:val="clear" w:color="auto" w:fill="auto"/>
          </w:tcPr>
          <w:p w:rsidR="002743B5" w:rsidRPr="00386347" w:rsidRDefault="002743B5" w:rsidP="002743B5">
            <w:pPr>
              <w:pStyle w:val="aa"/>
              <w:rPr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</w:tcPr>
          <w:p w:rsidR="002743B5" w:rsidRPr="00386347" w:rsidRDefault="00A732E1" w:rsidP="002743B5">
            <w:pPr>
              <w:pStyle w:val="aa"/>
              <w:rPr>
                <w:vertAlign w:val="superscript"/>
              </w:rPr>
            </w:pPr>
            <w:r w:rsidRPr="00386347">
              <w:rPr>
                <w:vertAlign w:val="superscript"/>
              </w:rPr>
              <w:t>(дата)</w:t>
            </w:r>
          </w:p>
        </w:tc>
      </w:tr>
    </w:tbl>
    <w:p w:rsidR="00DC1A91" w:rsidRDefault="00DC1A91" w:rsidP="00DC1A91">
      <w:pPr>
        <w:rPr>
          <w:lang w:val="en-US"/>
        </w:rPr>
      </w:pPr>
    </w:p>
    <w:sectPr w:rsidR="00DC1A91" w:rsidSect="0002033E">
      <w:pgSz w:w="16838" w:h="11906" w:orient="landscape"/>
      <w:pgMar w:top="899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6347" w:rsidRDefault="00386347" w:rsidP="00A732E1">
      <w:r>
        <w:separator/>
      </w:r>
    </w:p>
  </w:endnote>
  <w:endnote w:type="continuationSeparator" w:id="0">
    <w:p w:rsidR="00386347" w:rsidRDefault="00386347" w:rsidP="00A732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6347" w:rsidRDefault="00386347" w:rsidP="00A732E1">
      <w:r>
        <w:separator/>
      </w:r>
    </w:p>
  </w:footnote>
  <w:footnote w:type="continuationSeparator" w:id="0">
    <w:p w:rsidR="00386347" w:rsidRDefault="00386347" w:rsidP="00A732E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activedoc_name" w:val="Документ12"/>
    <w:docVar w:name="adv_info1" w:val="     "/>
    <w:docVar w:name="adv_info2" w:val="     "/>
    <w:docVar w:name="adv_info3" w:val="     "/>
    <w:docVar w:name="att_org_adr" w:val="109542, город Москва, вн.тер.г. муниципальный округ Выхино-Жулебино, проспект Рязанский, дом 86/1, строение 1, помещ. 1Н/7"/>
    <w:docVar w:name="att_org_dop" w:val="Испытательная лаборатория Общества с ограниченной ответственностью «Проф-Эксперт»;_x000d__x000a_Уникальный номер записи в Реестре аккредитованных лиц: RA.RU.21АЗ95;_x000d__x000a__x000d__x000a_300012, Тульская обл., г. Тула, пер. Н.Руднева, дом 5, литера В, нежилое здание, помещения №1-ИЛ, №2-ИЛ, №3-ИЛ; 8(4872)570-445; sout@prof-expert.com"/>
    <w:docVar w:name="att_org_name" w:val="Общество с ограниченной ответственностью &quot;Проф-Эксперт&quot; (ООО &quot;Проф-Эксперт&quot;)"/>
    <w:docVar w:name="att_org_reg_date" w:val="06.06.2016"/>
    <w:docVar w:name="att_org_reg_num" w:val="316"/>
    <w:docVar w:name="boss_fio" w:val="Канашкин Дмитрий Владимирович"/>
    <w:docVar w:name="ceh_info" w:val="Общество с ограниченной ответственностью «ЛГ Электроникс РУС»"/>
    <w:docVar w:name="close_doc_flag" w:val="0"/>
    <w:docVar w:name="doc_name" w:val="Документ12"/>
    <w:docVar w:name="doc_type" w:val="5"/>
    <w:docVar w:name="fill_date" w:val="07.10.2024"/>
    <w:docVar w:name="org_guid" w:val="4D5C275968404027B4D82CAA15685820"/>
    <w:docVar w:name="org_id" w:val="1"/>
    <w:docVar w:name="org_name" w:val="     "/>
    <w:docVar w:name="pers_guids" w:val="6C4EA94E5A954664B1D7155F1317E1D9@106-702-090 18"/>
    <w:docVar w:name="pers_snils" w:val="6C4EA94E5A954664B1D7155F1317E1D9@106-702-090 18"/>
    <w:docVar w:name="podr_id" w:val="org_1"/>
    <w:docVar w:name="pred_dolg" w:val="Руководитель службы охраны труда и промышленной безопасности"/>
    <w:docVar w:name="pred_fio" w:val="Логунов В.А."/>
    <w:docVar w:name="prikaz_sout" w:val="817"/>
    <w:docVar w:name="rbtd_adr" w:val="     "/>
    <w:docVar w:name="rbtd_name" w:val="Общество с ограниченной ответственностью «ЛГ Электроникс РУС»"/>
    <w:docVar w:name="step_test" w:val="54"/>
    <w:docVar w:name="sv_docs" w:val="1"/>
  </w:docVars>
  <w:rsids>
    <w:rsidRoot w:val="00A732E1"/>
    <w:rsid w:val="0000729E"/>
    <w:rsid w:val="0002033E"/>
    <w:rsid w:val="000C5130"/>
    <w:rsid w:val="000D3760"/>
    <w:rsid w:val="000F0714"/>
    <w:rsid w:val="00196135"/>
    <w:rsid w:val="001A7AC3"/>
    <w:rsid w:val="001B19D8"/>
    <w:rsid w:val="00237B32"/>
    <w:rsid w:val="002743B5"/>
    <w:rsid w:val="002761BA"/>
    <w:rsid w:val="00337FE1"/>
    <w:rsid w:val="00386347"/>
    <w:rsid w:val="003A1C01"/>
    <w:rsid w:val="003A2259"/>
    <w:rsid w:val="003C3080"/>
    <w:rsid w:val="003C79E5"/>
    <w:rsid w:val="003E7CA1"/>
    <w:rsid w:val="003F4B55"/>
    <w:rsid w:val="00450E3E"/>
    <w:rsid w:val="004654AF"/>
    <w:rsid w:val="00495D50"/>
    <w:rsid w:val="004B7161"/>
    <w:rsid w:val="004C6BD0"/>
    <w:rsid w:val="004D3FF5"/>
    <w:rsid w:val="004E5CB1"/>
    <w:rsid w:val="00547088"/>
    <w:rsid w:val="005567D6"/>
    <w:rsid w:val="005645F0"/>
    <w:rsid w:val="00572AE0"/>
    <w:rsid w:val="00584289"/>
    <w:rsid w:val="005F64E6"/>
    <w:rsid w:val="00642E12"/>
    <w:rsid w:val="0065289A"/>
    <w:rsid w:val="0067226F"/>
    <w:rsid w:val="006B3B11"/>
    <w:rsid w:val="006E4DFC"/>
    <w:rsid w:val="00725C51"/>
    <w:rsid w:val="00820552"/>
    <w:rsid w:val="00936F48"/>
    <w:rsid w:val="009647F7"/>
    <w:rsid w:val="009A1326"/>
    <w:rsid w:val="009D6532"/>
    <w:rsid w:val="00A026A4"/>
    <w:rsid w:val="00A732E1"/>
    <w:rsid w:val="00AF1EDF"/>
    <w:rsid w:val="00B12F45"/>
    <w:rsid w:val="00B2089E"/>
    <w:rsid w:val="00B3448B"/>
    <w:rsid w:val="00B874F5"/>
    <w:rsid w:val="00BA560A"/>
    <w:rsid w:val="00BF5FA5"/>
    <w:rsid w:val="00C0355B"/>
    <w:rsid w:val="00C93056"/>
    <w:rsid w:val="00CA2E96"/>
    <w:rsid w:val="00CD2568"/>
    <w:rsid w:val="00D11966"/>
    <w:rsid w:val="00DC0F74"/>
    <w:rsid w:val="00DC1A91"/>
    <w:rsid w:val="00DD6622"/>
    <w:rsid w:val="00E25119"/>
    <w:rsid w:val="00E30B79"/>
    <w:rsid w:val="00E42CE2"/>
    <w:rsid w:val="00E458F1"/>
    <w:rsid w:val="00EA3306"/>
    <w:rsid w:val="00EB7BDE"/>
    <w:rsid w:val="00EC5373"/>
    <w:rsid w:val="00F06873"/>
    <w:rsid w:val="00F262EE"/>
    <w:rsid w:val="00F46395"/>
    <w:rsid w:val="00F835B0"/>
    <w:rsid w:val="00FD4EE4"/>
    <w:rsid w:val="00FE4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F888656F-A1E0-47DD-9750-096386C25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Normal (Web)"/>
    <w:basedOn w:val="a"/>
    <w:uiPriority w:val="99"/>
    <w:unhideWhenUsed/>
    <w:rsid w:val="00A732E1"/>
    <w:pPr>
      <w:spacing w:before="100" w:beforeAutospacing="1" w:after="100" w:afterAutospacing="1"/>
    </w:pPr>
    <w:rPr>
      <w:szCs w:val="24"/>
    </w:rPr>
  </w:style>
  <w:style w:type="paragraph" w:styleId="ac">
    <w:name w:val="header"/>
    <w:basedOn w:val="a"/>
    <w:link w:val="ad"/>
    <w:rsid w:val="00A732E1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rsid w:val="00A732E1"/>
    <w:rPr>
      <w:sz w:val="24"/>
    </w:rPr>
  </w:style>
  <w:style w:type="paragraph" w:styleId="ae">
    <w:name w:val="footer"/>
    <w:basedOn w:val="a"/>
    <w:link w:val="af"/>
    <w:rsid w:val="00A732E1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rsid w:val="00A732E1"/>
    <w:rPr>
      <w:sz w:val="24"/>
    </w:rPr>
  </w:style>
  <w:style w:type="paragraph" w:styleId="af0">
    <w:name w:val="Balloon Text"/>
    <w:basedOn w:val="a"/>
    <w:link w:val="af1"/>
    <w:rsid w:val="00A732E1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rsid w:val="00A732E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sv_docs_dat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sv_docs_date</Template>
  <TotalTime>1</TotalTime>
  <Pages>8</Pages>
  <Words>2985</Words>
  <Characters>17019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Сводная ведомость</vt:lpstr>
    </vt:vector>
  </TitlesOfParts>
  <Company/>
  <LinksUpToDate>false</LinksUpToDate>
  <CharactersWithSpaces>19965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Сводная ведомость</dc:title>
  <dc:creator>Ирина Викторовна Дежичева</dc:creator>
  <cp:lastModifiedBy>Natalya Davydova/LGERA Environment Safety Health Part(natalya.davydova@lge.com)</cp:lastModifiedBy>
  <cp:revision>3</cp:revision>
  <cp:lastPrinted>2024-10-07T11:12:00Z</cp:lastPrinted>
  <dcterms:created xsi:type="dcterms:W3CDTF">2024-10-16T08:02:00Z</dcterms:created>
  <dcterms:modified xsi:type="dcterms:W3CDTF">2024-11-12T13:33:00Z</dcterms:modified>
</cp:coreProperties>
</file>